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4AA3F334" w:rsidR="0085747A" w:rsidRPr="004E4E3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01359" w:rsidRPr="004E4E3D">
        <w:rPr>
          <w:rFonts w:ascii="Corbel" w:hAnsi="Corbel"/>
          <w:i/>
          <w:smallCaps/>
          <w:sz w:val="24"/>
          <w:szCs w:val="24"/>
        </w:rPr>
        <w:t>202</w:t>
      </w:r>
      <w:r w:rsidR="00EC583D" w:rsidRPr="004E4E3D">
        <w:rPr>
          <w:rFonts w:ascii="Corbel" w:hAnsi="Corbel"/>
          <w:i/>
          <w:smallCaps/>
          <w:sz w:val="24"/>
          <w:szCs w:val="24"/>
        </w:rPr>
        <w:t>2</w:t>
      </w:r>
      <w:r w:rsidR="00301359" w:rsidRPr="004E4E3D">
        <w:rPr>
          <w:rFonts w:ascii="Corbel" w:hAnsi="Corbel"/>
          <w:i/>
          <w:smallCaps/>
          <w:sz w:val="24"/>
          <w:szCs w:val="24"/>
        </w:rPr>
        <w:t>-202</w:t>
      </w:r>
      <w:r w:rsidR="00EC583D" w:rsidRPr="004E4E3D">
        <w:rPr>
          <w:rFonts w:ascii="Corbel" w:hAnsi="Corbel"/>
          <w:i/>
          <w:smallCaps/>
          <w:sz w:val="24"/>
          <w:szCs w:val="24"/>
        </w:rPr>
        <w:t>5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51988A" w14:textId="37763EC3" w:rsidR="0085747A" w:rsidRDefault="00445970" w:rsidP="00530DD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1359">
        <w:rPr>
          <w:rFonts w:ascii="Corbel" w:hAnsi="Corbel"/>
          <w:sz w:val="20"/>
          <w:szCs w:val="20"/>
        </w:rPr>
        <w:t>202</w:t>
      </w:r>
      <w:r w:rsidR="00EC583D">
        <w:rPr>
          <w:rFonts w:ascii="Corbel" w:hAnsi="Corbel"/>
          <w:sz w:val="20"/>
          <w:szCs w:val="20"/>
        </w:rPr>
        <w:t>2</w:t>
      </w:r>
      <w:r w:rsidR="00301359">
        <w:rPr>
          <w:rFonts w:ascii="Corbel" w:hAnsi="Corbel"/>
          <w:sz w:val="20"/>
          <w:szCs w:val="20"/>
        </w:rPr>
        <w:t>/202</w:t>
      </w:r>
      <w:r w:rsidR="00EC583D">
        <w:rPr>
          <w:rFonts w:ascii="Corbel" w:hAnsi="Corbel"/>
          <w:sz w:val="20"/>
          <w:szCs w:val="20"/>
        </w:rPr>
        <w:t>3</w:t>
      </w:r>
      <w:r w:rsidR="00530DD3">
        <w:rPr>
          <w:rFonts w:ascii="Corbel" w:hAnsi="Corbel"/>
          <w:sz w:val="20"/>
          <w:szCs w:val="20"/>
        </w:rPr>
        <w:t xml:space="preserve">, </w:t>
      </w:r>
      <w:r w:rsidR="00301359">
        <w:rPr>
          <w:rFonts w:ascii="Corbel" w:hAnsi="Corbel"/>
          <w:sz w:val="20"/>
          <w:szCs w:val="20"/>
        </w:rPr>
        <w:t>202</w:t>
      </w:r>
      <w:r w:rsidR="00EC583D">
        <w:rPr>
          <w:rFonts w:ascii="Corbel" w:hAnsi="Corbel"/>
          <w:sz w:val="20"/>
          <w:szCs w:val="20"/>
        </w:rPr>
        <w:t>3</w:t>
      </w:r>
      <w:r w:rsidR="00301359">
        <w:rPr>
          <w:rFonts w:ascii="Corbel" w:hAnsi="Corbel"/>
          <w:sz w:val="20"/>
          <w:szCs w:val="20"/>
        </w:rPr>
        <w:t>/202</w:t>
      </w:r>
      <w:r w:rsidR="00EC583D">
        <w:rPr>
          <w:rFonts w:ascii="Corbel" w:hAnsi="Corbel"/>
          <w:sz w:val="20"/>
          <w:szCs w:val="20"/>
        </w:rPr>
        <w:t>4</w:t>
      </w:r>
      <w:r w:rsidR="00693000">
        <w:rPr>
          <w:rFonts w:ascii="Corbel" w:hAnsi="Corbel"/>
          <w:sz w:val="20"/>
          <w:szCs w:val="20"/>
        </w:rPr>
        <w:t xml:space="preserve"> </w:t>
      </w:r>
    </w:p>
    <w:p w14:paraId="05DE2A38" w14:textId="77777777" w:rsidR="00530DD3" w:rsidRPr="009C54AE" w:rsidRDefault="00530DD3" w:rsidP="00530DD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4B5BEF2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DE2234">
              <w:rPr>
                <w:rFonts w:ascii="Corbel" w:hAnsi="Corbel"/>
                <w:b w:val="0"/>
                <w:sz w:val="24"/>
                <w:szCs w:val="24"/>
              </w:rPr>
              <w:t>elementami terminologii specjalistycznej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4E316626" w:rsidR="0085747A" w:rsidRPr="009C54AE" w:rsidRDefault="00EC583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EE21371" w:rsidR="0085747A" w:rsidRPr="009C54AE" w:rsidRDefault="00E066F7" w:rsidP="00F636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9C54AE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4FE671D5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C58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13EB796C" w:rsidR="0085747A" w:rsidRPr="009C54AE" w:rsidRDefault="00B81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5A6917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48717B06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4F3928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1A168E28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9C54AE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5566A" w:rsidRPr="009C54AE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566A" w:rsidRPr="009C54AE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0D017851" w:rsidR="0045566A" w:rsidRPr="009C54AE" w:rsidRDefault="005A606C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5566A" w:rsidRPr="009C54AE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7808B675" w:rsidR="0045566A" w:rsidRDefault="005A606C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5566A" w:rsidRPr="009C54AE" w14:paraId="1C71AF5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EB8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714E85FC" w:rsidR="0045566A" w:rsidRDefault="005A606C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5566A" w:rsidRPr="009C54AE" w14:paraId="6369F03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46F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2B1CB83C" w:rsidR="0045566A" w:rsidRDefault="005A606C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A03DA" w:rsidRPr="009C54AE" w14:paraId="4C40950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E44C" w14:textId="34CF878A" w:rsidR="000A03DA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192A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4D21" w14:textId="55DF6B6D" w:rsidR="000A03DA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C1E8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AFBC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7997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7BD5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363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2437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375B" w14:textId="1BB3A0FB" w:rsidR="000A03DA" w:rsidRDefault="005A606C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5F85B0C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A6D73A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7A25284C" w:rsidR="0085747A" w:rsidRPr="009C54AE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99450E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6410EAF9" w:rsidR="0085747A" w:rsidRPr="009C54AE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695CE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4C3BD6">
        <w:tc>
          <w:tcPr>
            <w:tcW w:w="1680" w:type="dxa"/>
          </w:tcPr>
          <w:p w14:paraId="23DBA0D5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B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592AB61" w14:textId="6F41CCAB" w:rsidR="001A6BA8" w:rsidRDefault="008F7340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Student:</w:t>
            </w:r>
          </w:p>
          <w:p w14:paraId="416F8C05" w14:textId="234F737E" w:rsidR="001A6BA8" w:rsidRDefault="008F7340" w:rsidP="00B17A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1D0639">
              <w:rPr>
                <w:rFonts w:ascii="Corbel" w:hAnsi="Corbel"/>
                <w:b w:val="0"/>
                <w:bCs/>
                <w:smallCaps w:val="0"/>
                <w:szCs w:val="24"/>
              </w:rPr>
              <w:t>interpretuje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tekst specjalistyczny z zakresu tematyki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t>pedagogicznej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zastosuje specjalistyczne słownictwo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odpowiednim zakresie, wypowie się w formie werbalnej i pisemnej na wybrane tematy oraz przygotuje wystąpienie </w:t>
            </w:r>
            <w:r w:rsidR="0026009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dziedziny pedagogiki 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różnorodnych obszarach posługując się poprawnie terminologią pedagogiczną </w:t>
            </w:r>
            <w:r w:rsidR="00146EB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języku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t>angielskim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poziomie B2 Europejskiego Systemu Opisu Kształcenia Językowego.  </w:t>
            </w:r>
          </w:p>
          <w:p w14:paraId="3BB5DE1A" w14:textId="2EE30F85" w:rsidR="0085747A" w:rsidRPr="004C3BD6" w:rsidRDefault="0085747A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4C3BD6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4C3BD6">
        <w:tc>
          <w:tcPr>
            <w:tcW w:w="1680" w:type="dxa"/>
          </w:tcPr>
          <w:p w14:paraId="6FA4B26E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D06114D" w14:textId="136AD613" w:rsidR="00B17AFA" w:rsidRPr="00B17AFA" w:rsidRDefault="008F7340" w:rsidP="00B17AF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17AFA"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390F072A" w14:textId="58B9E083" w:rsidR="001A6BA8" w:rsidRDefault="00B17AFA" w:rsidP="00B17A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motywacji do samokształcenia i samorozwoju </w:t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>w zakresie języka angielskiego z terminologią specjalistyczną.</w:t>
            </w:r>
          </w:p>
          <w:p w14:paraId="1C5E0D5D" w14:textId="6DE6F74D" w:rsidR="0085747A" w:rsidRPr="004C3BD6" w:rsidRDefault="0085747A" w:rsidP="00B92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796C6A5B" w:rsidR="0085747A" w:rsidRPr="004C3BD6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="00997D7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720AF9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720AF9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E4D" w:rsidRPr="009C54AE" w14:paraId="3417A695" w14:textId="77777777" w:rsidTr="00B80F4C">
        <w:tc>
          <w:tcPr>
            <w:tcW w:w="9520" w:type="dxa"/>
          </w:tcPr>
          <w:p w14:paraId="126126BC" w14:textId="5B3F1FA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pedagogiki.  Relacjonowanie z elementami dyskusji; typowe zwroty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wyrażenia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620975D4" w14:textId="77777777" w:rsidTr="00B80F4C">
        <w:tc>
          <w:tcPr>
            <w:tcW w:w="9520" w:type="dxa"/>
          </w:tcPr>
          <w:p w14:paraId="0D94F34C" w14:textId="1FAF0BD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A5E6305" w14:textId="4B17EA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0313EC" w14:textId="77777777" w:rsidTr="00B80F4C">
        <w:tc>
          <w:tcPr>
            <w:tcW w:w="9520" w:type="dxa"/>
          </w:tcPr>
          <w:p w14:paraId="264658FE" w14:textId="1966D2D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Udział studentów w życiu społecznym. Praca z tekstem oryginalnym; translacja, streszczenie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FFA3D01" w14:textId="2AE1405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BA81422" w14:textId="77777777" w:rsidTr="00B80F4C">
        <w:tc>
          <w:tcPr>
            <w:tcW w:w="9520" w:type="dxa"/>
          </w:tcPr>
          <w:p w14:paraId="73D0CC75" w14:textId="18B416E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pisemnej- indywidualne projekty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4264814" w14:textId="7C3124B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2943677" w14:textId="77777777" w:rsidTr="00B80F4C">
        <w:tc>
          <w:tcPr>
            <w:tcW w:w="9520" w:type="dxa"/>
          </w:tcPr>
          <w:p w14:paraId="2C408995" w14:textId="1278867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Media jako czynnik kształtujący opinię publiczna. Praca </w:t>
            </w:r>
            <w:r w:rsidR="003D39A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oryginalnym; przygotowanie do prezentacji multimedialnej (przykłady poprawnego wykonania prezentacji ze strony e-dydaktyka)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9934A3F" w14:textId="0037EE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81225AB" w14:textId="77777777" w:rsidTr="00B80F4C">
        <w:tc>
          <w:tcPr>
            <w:tcW w:w="9520" w:type="dxa"/>
          </w:tcPr>
          <w:p w14:paraId="3593BEEA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–tradycyjne i z wykorzystaniem translatorów elektronicznych- wady i zalety)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1B8C2B4" w14:textId="36BAC13B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91A6AC5" w14:textId="77777777" w:rsidTr="00B80F4C">
        <w:tc>
          <w:tcPr>
            <w:tcW w:w="9520" w:type="dxa"/>
          </w:tcPr>
          <w:p w14:paraId="35A9DBA0" w14:textId="000FDF9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Problemy współczesnych społeczeństw. Projekt indywidualny studentów na wybrany temat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(np. </w:t>
            </w:r>
            <w:r w:rsidRPr="00C72E4D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naturalnego)</w:t>
            </w:r>
            <w:r w:rsidR="007C253B">
              <w:rPr>
                <w:rFonts w:ascii="Corbel" w:hAnsi="Corbel"/>
                <w:i/>
                <w:sz w:val="24"/>
                <w:szCs w:val="24"/>
              </w:rPr>
              <w:t>.</w:t>
            </w:r>
          </w:p>
          <w:p w14:paraId="440258EE" w14:textId="7902348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3FE186C" w14:textId="77777777" w:rsidTr="00B80F4C">
        <w:tc>
          <w:tcPr>
            <w:tcW w:w="9520" w:type="dxa"/>
          </w:tcPr>
          <w:p w14:paraId="505B5E18" w14:textId="7C02643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Podróże jako forma spędzania czasu wolnego. Rola nauki języków obcych- dyskusja na forum grupy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(typowe zwroty i wyrażenia)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123C30A" w14:textId="424612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D0D24E1" w14:textId="77777777" w:rsidTr="00B80F4C">
        <w:tc>
          <w:tcPr>
            <w:tcW w:w="9520" w:type="dxa"/>
          </w:tcPr>
          <w:p w14:paraId="6203F8F2" w14:textId="4399A745" w:rsidR="003D39AA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Pedagogika</w:t>
            </w:r>
            <w:r w:rsidR="00732CA8">
              <w:rPr>
                <w:rFonts w:ascii="Corbel" w:hAnsi="Corbel"/>
                <w:sz w:val="24"/>
                <w:szCs w:val="24"/>
              </w:rPr>
              <w:t xml:space="preserve"> jako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nauka zajmująca się wychowaniem i kształceniem oraz teoria wychowania. </w:t>
            </w:r>
          </w:p>
          <w:p w14:paraId="032E29FB" w14:textId="1164C5C6" w:rsidR="00C72E4D" w:rsidRPr="00C72E4D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Typowe zwroty stosowane w definiowaniu. Naukowe źródła bibliograficzne obcojęzyczne, sporządzanie przypisów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C72E4D">
              <w:rPr>
                <w:rFonts w:ascii="Corbel" w:hAnsi="Corbel"/>
                <w:sz w:val="24"/>
                <w:szCs w:val="24"/>
              </w:rPr>
              <w:t>zastosowanie w pisaniu referatów i prac dyplomowych)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0985D7DE" w14:textId="77777777" w:rsidTr="00B80F4C">
        <w:tc>
          <w:tcPr>
            <w:tcW w:w="9520" w:type="dxa"/>
          </w:tcPr>
          <w:p w14:paraId="778EFAC0" w14:textId="02F176E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Wybrane problemy społeczne. Problemy współczesnej pedagogiki. Przygotowanie dłuższej wypowiedzi pisemnej;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5402987" w14:textId="5770D8F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0529AC8" w14:textId="77777777" w:rsidTr="00B80F4C">
        <w:tc>
          <w:tcPr>
            <w:tcW w:w="9520" w:type="dxa"/>
          </w:tcPr>
          <w:p w14:paraId="43369854" w14:textId="046BC85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z zakresu pedagogiki- możliwości zatrudnienia absolwenta w zależności od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C72E4D">
              <w:rPr>
                <w:rFonts w:ascii="Corbel" w:hAnsi="Corbel"/>
                <w:sz w:val="24"/>
                <w:szCs w:val="24"/>
              </w:rPr>
              <w:t>tudiowanych specjalności.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E4BE30F" w14:textId="649A87B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3DC7E6" w14:textId="77777777" w:rsidTr="00B80F4C">
        <w:tc>
          <w:tcPr>
            <w:tcW w:w="9520" w:type="dxa"/>
          </w:tcPr>
          <w:p w14:paraId="344D10E8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wychowania, przykłady:</w:t>
            </w:r>
          </w:p>
          <w:p w14:paraId="0B8E6462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-etapy rozwoju człowieka,  </w:t>
            </w:r>
          </w:p>
          <w:p w14:paraId="70ADBDBE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-potrzeby człowieka na różnych etapach życia, </w:t>
            </w:r>
          </w:p>
          <w:p w14:paraId="72E661AB" w14:textId="545520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-metody wychowawcze. Praca z tekstem oryginalnym</w:t>
            </w:r>
          </w:p>
        </w:tc>
      </w:tr>
      <w:tr w:rsidR="00C72E4D" w:rsidRPr="009C54AE" w14:paraId="71B9361E" w14:textId="77777777" w:rsidTr="00B80F4C">
        <w:tc>
          <w:tcPr>
            <w:tcW w:w="9520" w:type="dxa"/>
          </w:tcPr>
          <w:p w14:paraId="60C9DFEB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wychowania- przykłady:</w:t>
            </w:r>
          </w:p>
          <w:p w14:paraId="3BA030E9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0B811BC3" w14:textId="2917449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różnice fizyczne, psychiczne, cechy charakteru</w:t>
            </w:r>
            <w:r w:rsidR="00DC74DF">
              <w:rPr>
                <w:rFonts w:ascii="Corbel" w:hAnsi="Corbel"/>
                <w:sz w:val="24"/>
                <w:szCs w:val="24"/>
              </w:rPr>
              <w:t>. D</w:t>
            </w:r>
            <w:r w:rsidRPr="00C72E4D">
              <w:rPr>
                <w:rFonts w:ascii="Corbel" w:hAnsi="Corbel"/>
                <w:sz w:val="24"/>
                <w:szCs w:val="24"/>
              </w:rPr>
              <w:t>efiniowanie i opisy.</w:t>
            </w:r>
          </w:p>
          <w:p w14:paraId="63132D2E" w14:textId="35EB526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0D6BD2" w14:textId="77777777" w:rsidTr="00B80F4C">
        <w:tc>
          <w:tcPr>
            <w:tcW w:w="9520" w:type="dxa"/>
          </w:tcPr>
          <w:p w14:paraId="7312B565" w14:textId="207FB8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Role społeczne realizowane przez kobietę i mężczyznę. Stereotypy i rzeczywistość. Przykłady opracowań naukowych.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oryginalnym. Elementy dyskusji. </w:t>
            </w:r>
          </w:p>
          <w:p w14:paraId="59F6E71F" w14:textId="43D14C2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30F7952F" w14:textId="77777777" w:rsidTr="00B80F4C">
        <w:tc>
          <w:tcPr>
            <w:tcW w:w="9520" w:type="dxa"/>
          </w:tcPr>
          <w:p w14:paraId="2FC5CE51" w14:textId="35F0F66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 różnych okresach historycznych na przykładach)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5AD35D9" w14:textId="17A4698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8A0B2A4" w14:textId="77777777" w:rsidTr="00B80F4C">
        <w:tc>
          <w:tcPr>
            <w:tcW w:w="9520" w:type="dxa"/>
          </w:tcPr>
          <w:p w14:paraId="5288BF2F" w14:textId="27A89BD8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Teoria wychowania: Trudności szkolne dzieci i młodzieży i sposoby ich rozwiązywania. Praca </w:t>
            </w:r>
            <w:r w:rsidR="00856AFA">
              <w:rPr>
                <w:rFonts w:ascii="Corbel" w:hAnsi="Corbel"/>
                <w:sz w:val="24"/>
                <w:szCs w:val="24"/>
              </w:rPr>
              <w:br/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 z elementami dyskusji.</w:t>
            </w:r>
          </w:p>
          <w:p w14:paraId="4B6B90D9" w14:textId="3FE1EF1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5A7F93" w14:textId="77777777" w:rsidTr="00B80F4C">
        <w:tc>
          <w:tcPr>
            <w:tcW w:w="9520" w:type="dxa"/>
          </w:tcPr>
          <w:p w14:paraId="631B4C08" w14:textId="7829D95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FDA9A34" w14:textId="40E690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18DCC80" w14:textId="77777777" w:rsidTr="00B80F4C">
        <w:tc>
          <w:tcPr>
            <w:tcW w:w="9520" w:type="dxa"/>
          </w:tcPr>
          <w:p w14:paraId="2940C692" w14:textId="7ED6071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zachowań patologicznych, realizacji obowiązku szkolnego itp.). </w:t>
            </w:r>
          </w:p>
          <w:p w14:paraId="5ACD5048" w14:textId="7CEFA3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2BB5678" w14:textId="77777777" w:rsidTr="00B80F4C">
        <w:tc>
          <w:tcPr>
            <w:tcW w:w="9520" w:type="dxa"/>
          </w:tcPr>
          <w:p w14:paraId="5092B7FE" w14:textId="29DE02D4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Pedagogika społeczna. Związek pedagogiki społecznej z innymi dyscyplinami naukowymi </w:t>
            </w:r>
            <w:r w:rsidRPr="00C72E4D">
              <w:rPr>
                <w:rFonts w:ascii="Corbel" w:hAnsi="Corbel"/>
                <w:sz w:val="24"/>
                <w:szCs w:val="24"/>
              </w:rPr>
              <w:br/>
              <w:t xml:space="preserve">w obszarze nauk społecznych. Praca </w:t>
            </w:r>
            <w:r w:rsidR="00856AF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6FC4248E" w14:textId="57AADAA4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8DF984D" w14:textId="77777777" w:rsidTr="00B80F4C">
        <w:tc>
          <w:tcPr>
            <w:tcW w:w="9520" w:type="dxa"/>
          </w:tcPr>
          <w:p w14:paraId="52577008" w14:textId="27A9732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5E2623C" w14:textId="088DECD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4C2DE4D" w14:textId="77777777" w:rsidTr="00B80F4C">
        <w:tc>
          <w:tcPr>
            <w:tcW w:w="9520" w:type="dxa"/>
          </w:tcPr>
          <w:p w14:paraId="7F71C07D" w14:textId="3F5ED6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Etyka we współczesnym świecie. Kod etyczny. Etyka w zawodzie pedagoga. Definicje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przykłady.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oryginalnym; sporządzanie notatek i streszczeń jako przygotowanie do referowania i pisania pracy dyplomowej</w:t>
            </w:r>
          </w:p>
          <w:p w14:paraId="01B76C50" w14:textId="495FA8B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AB23C17" w14:textId="77777777" w:rsidTr="00B80F4C">
        <w:tc>
          <w:tcPr>
            <w:tcW w:w="9520" w:type="dxa"/>
          </w:tcPr>
          <w:p w14:paraId="49F27698" w14:textId="5D03479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  <w:p w14:paraId="02F7778E" w14:textId="21E3933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5577C03" w14:textId="77777777" w:rsidTr="00B80F4C">
        <w:tc>
          <w:tcPr>
            <w:tcW w:w="9520" w:type="dxa"/>
          </w:tcPr>
          <w:p w14:paraId="75BC705E" w14:textId="4598896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podjęcia pracy zawodowej. Zasady zachowania się, przygotowania, typowe pytania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odpowiedzi.</w:t>
            </w:r>
          </w:p>
          <w:p w14:paraId="4035A714" w14:textId="3ACEB61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A5A538D" w14:textId="77777777" w:rsidTr="00B80F4C">
        <w:tc>
          <w:tcPr>
            <w:tcW w:w="9520" w:type="dxa"/>
          </w:tcPr>
          <w:p w14:paraId="592FCD78" w14:textId="2AB2630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3CDD468" w14:textId="603A2FD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227123A" w14:textId="77777777" w:rsidTr="00B80F4C">
        <w:tc>
          <w:tcPr>
            <w:tcW w:w="9520" w:type="dxa"/>
          </w:tcPr>
          <w:p w14:paraId="0F207316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  <w:p w14:paraId="158388E2" w14:textId="188DB333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  <w:tr w:rsidR="00C72E4D" w:rsidRPr="009C54AE" w14:paraId="65FDAE12" w14:textId="77777777" w:rsidTr="00B80F4C">
        <w:tc>
          <w:tcPr>
            <w:tcW w:w="9520" w:type="dxa"/>
          </w:tcPr>
          <w:p w14:paraId="311F0267" w14:textId="6AEBD86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E9ADC2F" w14:textId="6DF186C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A9971E2" w14:textId="77777777" w:rsidTr="00B80F4C">
        <w:tc>
          <w:tcPr>
            <w:tcW w:w="9520" w:type="dxa"/>
          </w:tcPr>
          <w:p w14:paraId="0DAC00A3" w14:textId="48CB89E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Praca metodą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(projekt w grupie, projekt indywidualny; argumentowanie, przykłady)</w:t>
            </w:r>
            <w:r w:rsidR="00856AFA">
              <w:rPr>
                <w:rFonts w:ascii="Corbel" w:hAnsi="Corbel"/>
                <w:sz w:val="24"/>
                <w:szCs w:val="24"/>
              </w:rPr>
              <w:t>.</w:t>
            </w:r>
          </w:p>
          <w:p w14:paraId="7009FF70" w14:textId="074F9DB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B32434" w14:textId="77777777" w:rsidTr="00B80F4C">
        <w:tc>
          <w:tcPr>
            <w:tcW w:w="9520" w:type="dxa"/>
          </w:tcPr>
          <w:p w14:paraId="1AA1312D" w14:textId="69E4A19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Przygotowanie prezentacji indywidulanej/referatu. Wymagania dotyczące prezentacji multimedialnych </w:t>
            </w:r>
            <w:r w:rsidR="007C253B">
              <w:rPr>
                <w:rFonts w:ascii="Corbel" w:hAnsi="Corbel"/>
                <w:sz w:val="24"/>
                <w:szCs w:val="24"/>
              </w:rPr>
              <w:t>–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omówienie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5CE8813F" w14:textId="01CD4B5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0342EA" w14:textId="77777777" w:rsidTr="00B80F4C">
        <w:tc>
          <w:tcPr>
            <w:tcW w:w="9520" w:type="dxa"/>
          </w:tcPr>
          <w:p w14:paraId="65FE02D4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 pisemnych (krótkie wiadomości, notatki, artykuł, streszczenie, list formalny, list motywacyjny, CV). </w:t>
            </w:r>
          </w:p>
          <w:p w14:paraId="079C1CA3" w14:textId="311DF99E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C332C6D" w14:textId="77777777" w:rsidTr="00B80F4C">
        <w:tc>
          <w:tcPr>
            <w:tcW w:w="9520" w:type="dxa"/>
          </w:tcPr>
          <w:p w14:paraId="505513AA" w14:textId="547B90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24E765A5" w14:textId="60F0A9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C860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0" w:name="_Hlk22231856"/>
      <w:r w:rsidRPr="00C8607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8607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1" w:name="_Hlk22229519"/>
      <w:r w:rsidR="007C253B">
        <w:rPr>
          <w:rFonts w:ascii="Corbel" w:hAnsi="Corbel"/>
          <w:b w:val="0"/>
          <w:iCs/>
          <w:smallCaps w:val="0"/>
          <w:szCs w:val="24"/>
        </w:rPr>
        <w:t>odgrywanie ról</w:t>
      </w:r>
      <w:bookmarkEnd w:id="1"/>
      <w:r w:rsidR="007C253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7C253B" w:rsidRPr="007C253B">
        <w:rPr>
          <w:rFonts w:ascii="Corbel" w:hAnsi="Corbel"/>
          <w:b w:val="0"/>
          <w:iCs/>
          <w:smallCaps w:val="0"/>
          <w:szCs w:val="24"/>
        </w:rPr>
        <w:t>tworzenie wypowiedzi pisemnych</w:t>
      </w:r>
      <w:r w:rsidR="007C253B">
        <w:rPr>
          <w:rFonts w:ascii="Corbel" w:hAnsi="Corbel"/>
          <w:b w:val="0"/>
          <w:iCs/>
          <w:smallCaps w:val="0"/>
          <w:szCs w:val="24"/>
        </w:rPr>
        <w:t>.</w:t>
      </w:r>
    </w:p>
    <w:bookmarkEnd w:id="0"/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607E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C860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C8607E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8607E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8607E" w14:paraId="657461E1" w14:textId="77777777" w:rsidTr="00720AF9">
        <w:tc>
          <w:tcPr>
            <w:tcW w:w="1962" w:type="dxa"/>
          </w:tcPr>
          <w:p w14:paraId="716E8AFD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8D6FABB" w14:textId="67295F1F" w:rsidR="0085747A" w:rsidRPr="00C8607E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05987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referat</w:t>
            </w:r>
            <w:r w:rsidR="00C72E4D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 xml:space="preserve">),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20AF9" w:rsidRPr="00720AF9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8607E" w14:paraId="1753E627" w14:textId="77777777" w:rsidTr="00720AF9">
        <w:tc>
          <w:tcPr>
            <w:tcW w:w="1962" w:type="dxa"/>
          </w:tcPr>
          <w:p w14:paraId="3CDBDB04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C8607E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720AF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263D7342" w14:textId="5A46C15A" w:rsidR="00C5372F" w:rsidRPr="00C8607E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E7614E9" w14:textId="2C5F72B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="00805987"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AA39202" w14:textId="77777777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9FA8290" w:rsidR="0085747A" w:rsidRPr="009C54AE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FE6F809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601B4">
              <w:rPr>
                <w:rFonts w:ascii="Corbel" w:hAnsi="Corbel"/>
                <w:sz w:val="24"/>
                <w:szCs w:val="24"/>
              </w:rPr>
              <w:t>:</w:t>
            </w:r>
          </w:p>
          <w:p w14:paraId="5AC66362" w14:textId="77777777" w:rsidR="00B601B4" w:rsidRPr="009C54AE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C792C41" w14:textId="59AA7EBC" w:rsidR="00C61DC5" w:rsidRPr="009C54AE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72D92FB" w14:textId="77777777" w:rsidR="00B601B4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25075D1" w14:textId="77777777" w:rsidR="00B601B4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FA3A8A9" w14:textId="6EF03C82" w:rsidR="00C61DC5" w:rsidRPr="009C54AE" w:rsidRDefault="009D01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  <w:r w:rsidR="00622A35">
              <w:rPr>
                <w:rFonts w:ascii="Corbel" w:hAnsi="Corbel"/>
                <w:sz w:val="24"/>
                <w:szCs w:val="24"/>
              </w:rPr>
              <w:t xml:space="preserve"> </w:t>
            </w:r>
            <w:r w:rsidR="00E9082E">
              <w:rPr>
                <w:rFonts w:ascii="Corbel" w:hAnsi="Corbel"/>
                <w:sz w:val="24"/>
                <w:szCs w:val="24"/>
              </w:rPr>
              <w:t>(</w:t>
            </w:r>
            <w:r w:rsidR="00622A35">
              <w:rPr>
                <w:rFonts w:ascii="Corbel" w:hAnsi="Corbel"/>
                <w:sz w:val="24"/>
                <w:szCs w:val="24"/>
              </w:rPr>
              <w:t xml:space="preserve">po dwie </w:t>
            </w:r>
            <w:r>
              <w:rPr>
                <w:rFonts w:ascii="Corbel" w:hAnsi="Corbel"/>
                <w:sz w:val="24"/>
                <w:szCs w:val="24"/>
              </w:rPr>
              <w:t xml:space="preserve">i pół </w:t>
            </w:r>
            <w:r w:rsidR="00622A35">
              <w:rPr>
                <w:rFonts w:ascii="Corbel" w:hAnsi="Corbel"/>
                <w:sz w:val="24"/>
                <w:szCs w:val="24"/>
              </w:rPr>
              <w:t>godziny w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308306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4DF50167" w14:textId="77777777" w:rsidR="00B601B4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21F7BEA" w14:textId="77777777" w:rsidR="00B601B4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4FC0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14:paraId="2D8A6640" w14:textId="1CE1A35D" w:rsidR="00C61DC5" w:rsidRPr="009C54AE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4FC0">
              <w:rPr>
                <w:rFonts w:ascii="Corbel" w:hAnsi="Corbel"/>
                <w:sz w:val="24"/>
                <w:szCs w:val="24"/>
              </w:rPr>
              <w:t>przygotowanie do sprawdzianów pisemnych</w:t>
            </w:r>
          </w:p>
        </w:tc>
        <w:tc>
          <w:tcPr>
            <w:tcW w:w="4677" w:type="dxa"/>
          </w:tcPr>
          <w:p w14:paraId="33E3B20E" w14:textId="784B28BE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B429E39" w14:textId="77777777" w:rsidR="00B601B4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2A9C900" w14:textId="44012854" w:rsidR="00B601B4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D0144">
              <w:rPr>
                <w:rFonts w:ascii="Corbel" w:hAnsi="Corbel"/>
                <w:sz w:val="24"/>
                <w:szCs w:val="24"/>
              </w:rPr>
              <w:t>08</w:t>
            </w:r>
          </w:p>
          <w:p w14:paraId="787F6C1A" w14:textId="66DB2ED0" w:rsidR="00B601B4" w:rsidRDefault="00E112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601B4">
              <w:rPr>
                <w:rFonts w:ascii="Corbel" w:hAnsi="Corbel"/>
                <w:sz w:val="24"/>
                <w:szCs w:val="24"/>
              </w:rPr>
              <w:t>7</w:t>
            </w:r>
          </w:p>
          <w:p w14:paraId="318171D4" w14:textId="5F7AF6F9" w:rsidR="00B601B4" w:rsidRPr="009C54AE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7E0DB9DD" w:rsidR="0085747A" w:rsidRPr="009C54AE" w:rsidRDefault="00D9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313B7B30" w:rsidR="0085747A" w:rsidRPr="009C54AE" w:rsidRDefault="005A60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70AE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1A53EEE6" w:rsidR="0085747A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 podstawowa:</w:t>
            </w:r>
          </w:p>
          <w:p w14:paraId="2100A0A9" w14:textId="77777777" w:rsidR="0099450E" w:rsidRDefault="0099450E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F216DFA" w14:textId="30202DBA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Latham-Koenig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Ch.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Hudson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J.,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80FE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Oxford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 2014</w:t>
            </w:r>
          </w:p>
          <w:p w14:paraId="5D870ED9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0851857" w14:textId="21518DF6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Cambridge University Press, Cambridge 2018</w:t>
            </w:r>
          </w:p>
          <w:p w14:paraId="50BFE08C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D0399A5" w14:textId="508F6FB1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7</w:t>
            </w:r>
          </w:p>
          <w:p w14:paraId="29BCB23E" w14:textId="77777777" w:rsidR="00B94FC0" w:rsidRPr="00AC558A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77777777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E066F7" w:rsidRDefault="006470AE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01986C4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Literatura uzupełniająca: </w:t>
            </w:r>
          </w:p>
          <w:p w14:paraId="4F7DA7D8" w14:textId="77777777" w:rsidR="006470AE" w:rsidRPr="008D2865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8642BF8" w14:textId="6C162DF4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Mann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Steve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Taylore-Knowles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S., </w:t>
            </w:r>
            <w:r w:rsidRPr="002541C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wyd. Macmillan, Oxford 2008</w:t>
            </w:r>
          </w:p>
          <w:p w14:paraId="29EDD457" w14:textId="470EBF4D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1BCDD174" w14:textId="70AF4174" w:rsidR="00B94FC0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Hewings M., </w:t>
            </w:r>
            <w:r w:rsidRPr="00B94FC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Cambridge Academic English B2 Upper Intermediate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B94FC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Cambridge University Press, Cambridge 201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2</w:t>
            </w:r>
          </w:p>
          <w:p w14:paraId="07C13ACD" w14:textId="77777777" w:rsidR="00B94FC0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35F7BFEE" w14:textId="23F7DA42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Dooley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Evans V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Grammarway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3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Express Publishing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Berkshire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</w:p>
          <w:p w14:paraId="767CE8D8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8AEA98" w14:textId="77777777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teriały dla Instytutu Pedagogiki na stronie: </w:t>
            </w:r>
          </w:p>
          <w:p w14:paraId="7856C0F3" w14:textId="55992D78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https://e-dydaktyka.uniwnet.com</w:t>
            </w:r>
          </w:p>
          <w:p w14:paraId="176A76B1" w14:textId="229CE615" w:rsidR="006470AE" w:rsidRPr="00C8607E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0438F" w14:textId="77777777" w:rsidR="006779C0" w:rsidRDefault="006779C0" w:rsidP="00C16ABF">
      <w:pPr>
        <w:spacing w:after="0" w:line="240" w:lineRule="auto"/>
      </w:pPr>
      <w:r>
        <w:separator/>
      </w:r>
    </w:p>
  </w:endnote>
  <w:endnote w:type="continuationSeparator" w:id="0">
    <w:p w14:paraId="0724158F" w14:textId="77777777" w:rsidR="006779C0" w:rsidRDefault="006779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02879" w14:textId="77777777" w:rsidR="006779C0" w:rsidRDefault="006779C0" w:rsidP="00C16ABF">
      <w:pPr>
        <w:spacing w:after="0" w:line="240" w:lineRule="auto"/>
      </w:pPr>
      <w:r>
        <w:separator/>
      </w:r>
    </w:p>
  </w:footnote>
  <w:footnote w:type="continuationSeparator" w:id="0">
    <w:p w14:paraId="5EFE6AA1" w14:textId="77777777" w:rsidR="006779C0" w:rsidRDefault="006779C0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655790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5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DA"/>
    <w:rsid w:val="000A296F"/>
    <w:rsid w:val="000A2A28"/>
    <w:rsid w:val="000A3CDF"/>
    <w:rsid w:val="000A6FAF"/>
    <w:rsid w:val="000B192D"/>
    <w:rsid w:val="000B28EE"/>
    <w:rsid w:val="000B3E37"/>
    <w:rsid w:val="000D04B0"/>
    <w:rsid w:val="000F1C57"/>
    <w:rsid w:val="000F5615"/>
    <w:rsid w:val="000F6AD4"/>
    <w:rsid w:val="00121A87"/>
    <w:rsid w:val="00124BFF"/>
    <w:rsid w:val="0012560E"/>
    <w:rsid w:val="00127108"/>
    <w:rsid w:val="0013139F"/>
    <w:rsid w:val="00134B13"/>
    <w:rsid w:val="00146BC0"/>
    <w:rsid w:val="00146EB9"/>
    <w:rsid w:val="00153C41"/>
    <w:rsid w:val="00154381"/>
    <w:rsid w:val="0016217A"/>
    <w:rsid w:val="001640A7"/>
    <w:rsid w:val="00164FA7"/>
    <w:rsid w:val="00166A03"/>
    <w:rsid w:val="001718A7"/>
    <w:rsid w:val="001737CF"/>
    <w:rsid w:val="00176083"/>
    <w:rsid w:val="00176858"/>
    <w:rsid w:val="00192F37"/>
    <w:rsid w:val="001962F8"/>
    <w:rsid w:val="001A6BA8"/>
    <w:rsid w:val="001A70D2"/>
    <w:rsid w:val="001B2F6C"/>
    <w:rsid w:val="001D0639"/>
    <w:rsid w:val="001D657B"/>
    <w:rsid w:val="001D7B54"/>
    <w:rsid w:val="001E0209"/>
    <w:rsid w:val="001F2CA2"/>
    <w:rsid w:val="0020584E"/>
    <w:rsid w:val="002144C0"/>
    <w:rsid w:val="0022477D"/>
    <w:rsid w:val="002278A9"/>
    <w:rsid w:val="002336F9"/>
    <w:rsid w:val="0024028F"/>
    <w:rsid w:val="00244ABC"/>
    <w:rsid w:val="002541C3"/>
    <w:rsid w:val="00260095"/>
    <w:rsid w:val="00281FF2"/>
    <w:rsid w:val="002857DE"/>
    <w:rsid w:val="00291567"/>
    <w:rsid w:val="002A22BF"/>
    <w:rsid w:val="002A2389"/>
    <w:rsid w:val="002A671D"/>
    <w:rsid w:val="002A7D8E"/>
    <w:rsid w:val="002B4D55"/>
    <w:rsid w:val="002B5EA0"/>
    <w:rsid w:val="002B6119"/>
    <w:rsid w:val="002C1F06"/>
    <w:rsid w:val="002C34D2"/>
    <w:rsid w:val="002D1534"/>
    <w:rsid w:val="002D3375"/>
    <w:rsid w:val="002D73D4"/>
    <w:rsid w:val="002E031F"/>
    <w:rsid w:val="002F02A3"/>
    <w:rsid w:val="002F4ABE"/>
    <w:rsid w:val="002F5D8A"/>
    <w:rsid w:val="00301359"/>
    <w:rsid w:val="003018BA"/>
    <w:rsid w:val="003032AB"/>
    <w:rsid w:val="003035BB"/>
    <w:rsid w:val="0030395F"/>
    <w:rsid w:val="00305C92"/>
    <w:rsid w:val="003151C5"/>
    <w:rsid w:val="003343CF"/>
    <w:rsid w:val="00346FE9"/>
    <w:rsid w:val="0034759A"/>
    <w:rsid w:val="003501AA"/>
    <w:rsid w:val="003503F6"/>
    <w:rsid w:val="003530DD"/>
    <w:rsid w:val="00363F78"/>
    <w:rsid w:val="003A0A5B"/>
    <w:rsid w:val="003A1176"/>
    <w:rsid w:val="003B25CA"/>
    <w:rsid w:val="003C0BAE"/>
    <w:rsid w:val="003C0EE0"/>
    <w:rsid w:val="003D18A9"/>
    <w:rsid w:val="003D39AA"/>
    <w:rsid w:val="003D6CE2"/>
    <w:rsid w:val="003E1941"/>
    <w:rsid w:val="003E1C68"/>
    <w:rsid w:val="003E2FE6"/>
    <w:rsid w:val="003E49D5"/>
    <w:rsid w:val="003F205D"/>
    <w:rsid w:val="003F38C0"/>
    <w:rsid w:val="00411116"/>
    <w:rsid w:val="00414E3C"/>
    <w:rsid w:val="0042244A"/>
    <w:rsid w:val="0042745A"/>
    <w:rsid w:val="00431D5C"/>
    <w:rsid w:val="004362C6"/>
    <w:rsid w:val="00437FA2"/>
    <w:rsid w:val="00445970"/>
    <w:rsid w:val="0045566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BD6"/>
    <w:rsid w:val="004D5282"/>
    <w:rsid w:val="004E4E3D"/>
    <w:rsid w:val="004E6730"/>
    <w:rsid w:val="004F1551"/>
    <w:rsid w:val="004F3928"/>
    <w:rsid w:val="004F55A3"/>
    <w:rsid w:val="0050496F"/>
    <w:rsid w:val="00513B6F"/>
    <w:rsid w:val="00517C63"/>
    <w:rsid w:val="00530DD3"/>
    <w:rsid w:val="005363C4"/>
    <w:rsid w:val="00536BDE"/>
    <w:rsid w:val="00543ACC"/>
    <w:rsid w:val="0056696D"/>
    <w:rsid w:val="00585FEB"/>
    <w:rsid w:val="0059484D"/>
    <w:rsid w:val="005A0855"/>
    <w:rsid w:val="005A3196"/>
    <w:rsid w:val="005A606C"/>
    <w:rsid w:val="005A6917"/>
    <w:rsid w:val="005B4039"/>
    <w:rsid w:val="005C080F"/>
    <w:rsid w:val="005C55E5"/>
    <w:rsid w:val="005C696A"/>
    <w:rsid w:val="005E6E85"/>
    <w:rsid w:val="005F31D2"/>
    <w:rsid w:val="0061029B"/>
    <w:rsid w:val="00617230"/>
    <w:rsid w:val="0061755A"/>
    <w:rsid w:val="00621CE1"/>
    <w:rsid w:val="00622A35"/>
    <w:rsid w:val="00627FC9"/>
    <w:rsid w:val="006470AE"/>
    <w:rsid w:val="00647FA8"/>
    <w:rsid w:val="00650C5F"/>
    <w:rsid w:val="00654934"/>
    <w:rsid w:val="006620D9"/>
    <w:rsid w:val="006711FD"/>
    <w:rsid w:val="00671958"/>
    <w:rsid w:val="00675843"/>
    <w:rsid w:val="00676164"/>
    <w:rsid w:val="006779C0"/>
    <w:rsid w:val="00687E9E"/>
    <w:rsid w:val="00693000"/>
    <w:rsid w:val="00695CEB"/>
    <w:rsid w:val="00696477"/>
    <w:rsid w:val="006B2962"/>
    <w:rsid w:val="006C6FED"/>
    <w:rsid w:val="006D050F"/>
    <w:rsid w:val="006D6139"/>
    <w:rsid w:val="006E102A"/>
    <w:rsid w:val="006E43E9"/>
    <w:rsid w:val="006E5D65"/>
    <w:rsid w:val="006F1282"/>
    <w:rsid w:val="006F1FBC"/>
    <w:rsid w:val="006F31E2"/>
    <w:rsid w:val="00706544"/>
    <w:rsid w:val="007072BA"/>
    <w:rsid w:val="0071620A"/>
    <w:rsid w:val="00720AF9"/>
    <w:rsid w:val="00720F6E"/>
    <w:rsid w:val="00724677"/>
    <w:rsid w:val="00725459"/>
    <w:rsid w:val="007327BD"/>
    <w:rsid w:val="00732CA8"/>
    <w:rsid w:val="00734608"/>
    <w:rsid w:val="00745302"/>
    <w:rsid w:val="007461D6"/>
    <w:rsid w:val="00746EC8"/>
    <w:rsid w:val="00761FF3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6E56"/>
    <w:rsid w:val="007E6C5F"/>
    <w:rsid w:val="007F4155"/>
    <w:rsid w:val="00805987"/>
    <w:rsid w:val="0081554D"/>
    <w:rsid w:val="0081707E"/>
    <w:rsid w:val="008449B3"/>
    <w:rsid w:val="008552A2"/>
    <w:rsid w:val="00856AFA"/>
    <w:rsid w:val="0085747A"/>
    <w:rsid w:val="008773E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65"/>
    <w:rsid w:val="008D3DFB"/>
    <w:rsid w:val="008E64F4"/>
    <w:rsid w:val="008F12C9"/>
    <w:rsid w:val="008F199F"/>
    <w:rsid w:val="008F3480"/>
    <w:rsid w:val="008F6E29"/>
    <w:rsid w:val="008F7340"/>
    <w:rsid w:val="00916188"/>
    <w:rsid w:val="00923D7D"/>
    <w:rsid w:val="00937312"/>
    <w:rsid w:val="009508DF"/>
    <w:rsid w:val="00950DAC"/>
    <w:rsid w:val="00951AE2"/>
    <w:rsid w:val="00954A07"/>
    <w:rsid w:val="0099450E"/>
    <w:rsid w:val="00997D7B"/>
    <w:rsid w:val="00997F14"/>
    <w:rsid w:val="009A78D9"/>
    <w:rsid w:val="009C3E31"/>
    <w:rsid w:val="009C54AE"/>
    <w:rsid w:val="009C788E"/>
    <w:rsid w:val="009D0144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D80"/>
    <w:rsid w:val="00A53FA5"/>
    <w:rsid w:val="00A54817"/>
    <w:rsid w:val="00A601C8"/>
    <w:rsid w:val="00A60799"/>
    <w:rsid w:val="00A81E05"/>
    <w:rsid w:val="00A84C85"/>
    <w:rsid w:val="00A9609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43"/>
    <w:rsid w:val="00B06142"/>
    <w:rsid w:val="00B135B1"/>
    <w:rsid w:val="00B17AFA"/>
    <w:rsid w:val="00B3130B"/>
    <w:rsid w:val="00B37740"/>
    <w:rsid w:val="00B40ADB"/>
    <w:rsid w:val="00B43B77"/>
    <w:rsid w:val="00B43E80"/>
    <w:rsid w:val="00B601B4"/>
    <w:rsid w:val="00B607DB"/>
    <w:rsid w:val="00B66529"/>
    <w:rsid w:val="00B75946"/>
    <w:rsid w:val="00B8056E"/>
    <w:rsid w:val="00B80F4C"/>
    <w:rsid w:val="00B81328"/>
    <w:rsid w:val="00B814AC"/>
    <w:rsid w:val="00B819C8"/>
    <w:rsid w:val="00B82308"/>
    <w:rsid w:val="00B90885"/>
    <w:rsid w:val="00B9253D"/>
    <w:rsid w:val="00B94FC0"/>
    <w:rsid w:val="00BB520A"/>
    <w:rsid w:val="00BD04A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6DF"/>
    <w:rsid w:val="00C77247"/>
    <w:rsid w:val="00C8607E"/>
    <w:rsid w:val="00C92093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61C"/>
    <w:rsid w:val="00D8678B"/>
    <w:rsid w:val="00D94B59"/>
    <w:rsid w:val="00DA2114"/>
    <w:rsid w:val="00DA728E"/>
    <w:rsid w:val="00DC74DF"/>
    <w:rsid w:val="00DE09C0"/>
    <w:rsid w:val="00DE2234"/>
    <w:rsid w:val="00DE4A14"/>
    <w:rsid w:val="00DF320D"/>
    <w:rsid w:val="00DF71C8"/>
    <w:rsid w:val="00E066F7"/>
    <w:rsid w:val="00E07425"/>
    <w:rsid w:val="00E10B47"/>
    <w:rsid w:val="00E112C8"/>
    <w:rsid w:val="00E129B8"/>
    <w:rsid w:val="00E1417B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4BC4"/>
    <w:rsid w:val="00E9082E"/>
    <w:rsid w:val="00E960BB"/>
    <w:rsid w:val="00EA2074"/>
    <w:rsid w:val="00EA4832"/>
    <w:rsid w:val="00EA4E9D"/>
    <w:rsid w:val="00EB576C"/>
    <w:rsid w:val="00EC4899"/>
    <w:rsid w:val="00EC583D"/>
    <w:rsid w:val="00ED03AB"/>
    <w:rsid w:val="00ED32D2"/>
    <w:rsid w:val="00EE32DE"/>
    <w:rsid w:val="00EE5457"/>
    <w:rsid w:val="00F0138A"/>
    <w:rsid w:val="00F070AB"/>
    <w:rsid w:val="00F17567"/>
    <w:rsid w:val="00F27A7B"/>
    <w:rsid w:val="00F526AF"/>
    <w:rsid w:val="00F60C9E"/>
    <w:rsid w:val="00F617C3"/>
    <w:rsid w:val="00F63667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F016A"/>
    <w:rsid w:val="00FF1401"/>
    <w:rsid w:val="00FF32F6"/>
    <w:rsid w:val="00FF41A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02F9230B-C460-4938-99F6-C191E493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7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72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728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7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728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D4179-8C40-4E0C-B5B3-09760C7C1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1923</Words>
  <Characters>11538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21</cp:revision>
  <cp:lastPrinted>2020-10-13T08:10:00Z</cp:lastPrinted>
  <dcterms:created xsi:type="dcterms:W3CDTF">2019-11-20T16:33:00Z</dcterms:created>
  <dcterms:modified xsi:type="dcterms:W3CDTF">2022-10-19T10:51:00Z</dcterms:modified>
</cp:coreProperties>
</file>